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2A7" w:rsidRDefault="006F580F">
      <w:pPr>
        <w:framePr w:w="3289" w:h="851" w:wrap="around" w:vAnchor="page" w:hAnchor="page" w:x="8056" w:y="631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5975" cy="542925"/>
            <wp:effectExtent l="0" t="0" r="9525" b="9525"/>
            <wp:docPr id="1" name="Picture 1" descr="G:\Dropbox\MK@DF\KLIENT\RMK dokumendimallid\Muu\tykid\RMK_logo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ropbox\MK@DF\KLIENT\RMK dokumendimallid\Muu\tykid\RMK_logo_v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2A7" w:rsidRDefault="008D72A7">
      <w:pPr>
        <w:rPr>
          <w:sz w:val="2"/>
        </w:rPr>
        <w:sectPr w:rsidR="008D72A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C05CBC" w:rsidRPr="00C05CBC" w:rsidRDefault="00EA3F05" w:rsidP="00C05CBC">
      <w:pPr>
        <w:pStyle w:val="Heading4"/>
        <w:spacing w:before="0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hAnsi="Times New Roman" w:cs="Times New Roman"/>
          <w:i w:val="0"/>
          <w:color w:val="auto"/>
        </w:rPr>
        <w:t>JUHATUSE ESIMEES</w:t>
      </w:r>
    </w:p>
    <w:p w:rsidR="00F04693" w:rsidRDefault="00C05CBC" w:rsidP="00F04693">
      <w:pPr>
        <w:jc w:val="both"/>
        <w:rPr>
          <w:b/>
          <w:spacing w:val="0"/>
          <w:szCs w:val="24"/>
        </w:rPr>
      </w:pPr>
      <w:r w:rsidRPr="00C05CBC">
        <w:rPr>
          <w:b/>
          <w:spacing w:val="0"/>
          <w:szCs w:val="24"/>
        </w:rPr>
        <w:t>KÄSKKIRI</w:t>
      </w:r>
    </w:p>
    <w:p w:rsidR="00C05CBC" w:rsidRDefault="00C05CBC" w:rsidP="00F04693">
      <w:pPr>
        <w:jc w:val="both"/>
        <w:rPr>
          <w:b/>
          <w:spacing w:val="0"/>
          <w:szCs w:val="24"/>
        </w:rPr>
      </w:pPr>
    </w:p>
    <w:p w:rsidR="00C05CBC" w:rsidRDefault="00C05CBC" w:rsidP="00C05CBC">
      <w:pPr>
        <w:tabs>
          <w:tab w:val="left" w:pos="5103"/>
        </w:tabs>
        <w:jc w:val="both"/>
      </w:pPr>
      <w:r>
        <w:rPr>
          <w:b/>
          <w:spacing w:val="0"/>
          <w:szCs w:val="24"/>
        </w:rPr>
        <w:tab/>
      </w:r>
      <w:r w:rsidR="00E77C87">
        <w:rPr>
          <w:b/>
          <w:spacing w:val="0"/>
          <w:szCs w:val="24"/>
        </w:rPr>
        <w:tab/>
      </w:r>
      <w:r w:rsidR="00B80939">
        <w:t>02</w:t>
      </w:r>
      <w:r w:rsidRPr="00FA59AF">
        <w:t>. oktoober</w:t>
      </w:r>
      <w:r>
        <w:t xml:space="preserve"> 201</w:t>
      </w:r>
      <w:r w:rsidR="00250044">
        <w:t>9</w:t>
      </w:r>
      <w:r w:rsidR="00EA3F05">
        <w:t xml:space="preserve"> nr 1-5/</w:t>
      </w:r>
      <w:r w:rsidR="00250044">
        <w:t>9</w:t>
      </w:r>
      <w:r w:rsidR="00F005A1">
        <w:t>4</w:t>
      </w:r>
    </w:p>
    <w:p w:rsidR="00C05CBC" w:rsidRDefault="00C05CBC" w:rsidP="00C05CBC">
      <w:pPr>
        <w:tabs>
          <w:tab w:val="left" w:pos="5103"/>
        </w:tabs>
        <w:jc w:val="both"/>
      </w:pPr>
    </w:p>
    <w:p w:rsidR="00C05CBC" w:rsidRDefault="00C05CBC" w:rsidP="00C05CBC">
      <w:pPr>
        <w:tabs>
          <w:tab w:val="left" w:pos="5103"/>
        </w:tabs>
        <w:jc w:val="both"/>
        <w:rPr>
          <w:b/>
          <w:spacing w:val="0"/>
          <w:szCs w:val="24"/>
        </w:rPr>
      </w:pPr>
    </w:p>
    <w:p w:rsidR="00C05CBC" w:rsidRDefault="00C05CBC" w:rsidP="00C05CBC">
      <w:pPr>
        <w:rPr>
          <w:b/>
          <w:szCs w:val="24"/>
        </w:rPr>
      </w:pPr>
      <w:r>
        <w:rPr>
          <w:b/>
          <w:szCs w:val="24"/>
        </w:rPr>
        <w:t>Varade 201</w:t>
      </w:r>
      <w:r w:rsidR="00250044">
        <w:rPr>
          <w:b/>
          <w:szCs w:val="24"/>
        </w:rPr>
        <w:t>9</w:t>
      </w:r>
      <w:r>
        <w:rPr>
          <w:b/>
          <w:szCs w:val="24"/>
        </w:rPr>
        <w:t xml:space="preserve">. aasta inventuuri läbiviimine </w:t>
      </w:r>
    </w:p>
    <w:p w:rsidR="00C05CBC" w:rsidRDefault="00EA3F05" w:rsidP="00C05CBC">
      <w:pPr>
        <w:rPr>
          <w:b/>
          <w:szCs w:val="24"/>
        </w:rPr>
      </w:pPr>
      <w:r>
        <w:rPr>
          <w:b/>
          <w:szCs w:val="24"/>
        </w:rPr>
        <w:t>raamatupidamisosakonnas</w:t>
      </w:r>
      <w:r w:rsidR="00C05CBC">
        <w:rPr>
          <w:b/>
          <w:szCs w:val="24"/>
        </w:rPr>
        <w:t>, personaliosakonnas, õigusosakonnas,</w:t>
      </w:r>
    </w:p>
    <w:p w:rsidR="00C05CBC" w:rsidRDefault="00C05CBC" w:rsidP="00C05CBC">
      <w:pPr>
        <w:rPr>
          <w:b/>
          <w:szCs w:val="24"/>
        </w:rPr>
      </w:pPr>
      <w:r>
        <w:rPr>
          <w:b/>
          <w:szCs w:val="24"/>
        </w:rPr>
        <w:t xml:space="preserve">riigihangete osakonnas, </w:t>
      </w:r>
      <w:r w:rsidR="000A3F4E">
        <w:rPr>
          <w:b/>
          <w:szCs w:val="24"/>
        </w:rPr>
        <w:t>teabehaldus</w:t>
      </w:r>
      <w:r>
        <w:rPr>
          <w:b/>
          <w:szCs w:val="24"/>
        </w:rPr>
        <w:t xml:space="preserve">osakonnas, </w:t>
      </w:r>
    </w:p>
    <w:p w:rsidR="00C05CBC" w:rsidRDefault="00C05CBC" w:rsidP="00C05CBC">
      <w:pPr>
        <w:tabs>
          <w:tab w:val="left" w:pos="5103"/>
        </w:tabs>
        <w:jc w:val="both"/>
        <w:rPr>
          <w:b/>
          <w:szCs w:val="24"/>
        </w:rPr>
      </w:pPr>
      <w:r>
        <w:rPr>
          <w:b/>
          <w:szCs w:val="24"/>
        </w:rPr>
        <w:t xml:space="preserve">kommunikatsiooniosakonnas, </w:t>
      </w:r>
      <w:r w:rsidR="00C0581E">
        <w:rPr>
          <w:b/>
          <w:szCs w:val="24"/>
        </w:rPr>
        <w:t>juhtimisarvestuse osakonnas</w:t>
      </w:r>
      <w:r>
        <w:rPr>
          <w:b/>
          <w:szCs w:val="24"/>
        </w:rPr>
        <w:t>, juhatuses</w:t>
      </w:r>
    </w:p>
    <w:p w:rsidR="00C05CBC" w:rsidRDefault="00C05CBC" w:rsidP="00C05CBC">
      <w:pPr>
        <w:tabs>
          <w:tab w:val="left" w:pos="5103"/>
        </w:tabs>
        <w:jc w:val="both"/>
        <w:rPr>
          <w:b/>
          <w:szCs w:val="24"/>
        </w:rPr>
      </w:pPr>
    </w:p>
    <w:p w:rsidR="00C05CBC" w:rsidRDefault="00C05CBC" w:rsidP="00C05CBC">
      <w:pPr>
        <w:jc w:val="both"/>
      </w:pPr>
      <w:r>
        <w:t xml:space="preserve">RMK </w:t>
      </w:r>
      <w:r w:rsidR="00EA3F05">
        <w:t>juhatuse esimehe</w:t>
      </w:r>
      <w:r>
        <w:t xml:space="preserve"> </w:t>
      </w:r>
      <w:r w:rsidRPr="00FA59AF">
        <w:t>0</w:t>
      </w:r>
      <w:r w:rsidR="00250044">
        <w:t>1</w:t>
      </w:r>
      <w:r w:rsidRPr="00FA59AF">
        <w:t>.10</w:t>
      </w:r>
      <w:r>
        <w:t>.201</w:t>
      </w:r>
      <w:r w:rsidR="00250044">
        <w:t>9</w:t>
      </w:r>
      <w:r w:rsidR="00EA3F05">
        <w:t>.a käskkirja nr 1-5/</w:t>
      </w:r>
      <w:r w:rsidR="00250044">
        <w:t>9</w:t>
      </w:r>
      <w:r w:rsidR="00B80939">
        <w:t>2</w:t>
      </w:r>
      <w:r>
        <w:t xml:space="preserve"> “RMK valduses oleva vara (põhivara, bilansivälise vara</w:t>
      </w:r>
      <w:r w:rsidR="00EA3F05">
        <w:t>,</w:t>
      </w:r>
      <w:r>
        <w:t xml:space="preserve"> </w:t>
      </w:r>
      <w:r w:rsidR="00EA3F05">
        <w:t>sh</w:t>
      </w:r>
      <w:r>
        <w:t xml:space="preserve"> väikevara) 201</w:t>
      </w:r>
      <w:r w:rsidR="00250044">
        <w:t>9</w:t>
      </w:r>
      <w:r>
        <w:t xml:space="preserve">. aasta inventuuri läbiviimine“ ja RMK juhatuse </w:t>
      </w:r>
      <w:r w:rsidR="007D4A0C">
        <w:t>29</w:t>
      </w:r>
      <w:r w:rsidR="000A3F4E">
        <w:t>.</w:t>
      </w:r>
      <w:r w:rsidRPr="00FA59AF">
        <w:t>0</w:t>
      </w:r>
      <w:r w:rsidR="007D4A0C">
        <w:t>1</w:t>
      </w:r>
      <w:r w:rsidRPr="00FA59AF">
        <w:t>.201</w:t>
      </w:r>
      <w:r w:rsidR="00250044">
        <w:t>9</w:t>
      </w:r>
      <w:r>
        <w:t>. a otsusega nr 1-32/</w:t>
      </w:r>
      <w:r w:rsidR="007D4A0C">
        <w:t>8</w:t>
      </w:r>
      <w:r>
        <w:t xml:space="preserve"> kinnitatud “RMK raamatupidamise sise-eeskiri“ punkti </w:t>
      </w:r>
      <w:r w:rsidRPr="00D9454C">
        <w:t>6.</w:t>
      </w:r>
      <w:r>
        <w:t>8.</w:t>
      </w:r>
      <w:r w:rsidRPr="00D9454C">
        <w:t xml:space="preserve"> </w:t>
      </w:r>
    </w:p>
    <w:p w:rsidR="00C05CBC" w:rsidRDefault="00C05CBC" w:rsidP="00C05CBC">
      <w:pPr>
        <w:pStyle w:val="BodyText"/>
      </w:pPr>
      <w:r>
        <w:tab/>
      </w:r>
    </w:p>
    <w:p w:rsidR="00C05CBC" w:rsidRDefault="00C05CBC" w:rsidP="00C05CBC">
      <w:pPr>
        <w:numPr>
          <w:ilvl w:val="0"/>
          <w:numId w:val="3"/>
        </w:numPr>
        <w:rPr>
          <w:szCs w:val="24"/>
        </w:rPr>
      </w:pPr>
      <w:r>
        <w:t xml:space="preserve">moodustan </w:t>
      </w:r>
      <w:r w:rsidR="000A3F4E">
        <w:rPr>
          <w:szCs w:val="24"/>
        </w:rPr>
        <w:t>raamatupidamisosakonna</w:t>
      </w:r>
      <w:r w:rsidRPr="00714717">
        <w:rPr>
          <w:szCs w:val="24"/>
        </w:rPr>
        <w:t>, personaliosakonna, õigusosakonna,</w:t>
      </w:r>
      <w:r>
        <w:rPr>
          <w:szCs w:val="24"/>
        </w:rPr>
        <w:t xml:space="preserve"> </w:t>
      </w:r>
      <w:r w:rsidRPr="00714717">
        <w:rPr>
          <w:szCs w:val="24"/>
        </w:rPr>
        <w:t xml:space="preserve">riigihangete osakonna, </w:t>
      </w:r>
      <w:r w:rsidR="000A3F4E">
        <w:rPr>
          <w:szCs w:val="24"/>
        </w:rPr>
        <w:t>teabehaldusosakonna</w:t>
      </w:r>
      <w:r w:rsidRPr="00714717">
        <w:rPr>
          <w:szCs w:val="24"/>
        </w:rPr>
        <w:t xml:space="preserve">, kommunikatsiooniosakonna, </w:t>
      </w:r>
      <w:r w:rsidR="00B80939">
        <w:rPr>
          <w:szCs w:val="24"/>
        </w:rPr>
        <w:t>juhtimisarvestuse osakonna</w:t>
      </w:r>
      <w:r w:rsidR="00E77C87">
        <w:rPr>
          <w:szCs w:val="24"/>
        </w:rPr>
        <w:t xml:space="preserve"> ja</w:t>
      </w:r>
      <w:r w:rsidRPr="00714717">
        <w:rPr>
          <w:szCs w:val="24"/>
        </w:rPr>
        <w:t xml:space="preserve"> juhatuse</w:t>
      </w:r>
      <w:r>
        <w:rPr>
          <w:szCs w:val="24"/>
        </w:rPr>
        <w:t xml:space="preserve"> valduses olevate varade inventeerimiskomisjoni järgmises koosseisus:</w:t>
      </w:r>
    </w:p>
    <w:p w:rsidR="00C05CBC" w:rsidRDefault="00C05CBC" w:rsidP="00C05CBC">
      <w:pPr>
        <w:ind w:left="360"/>
        <w:rPr>
          <w:szCs w:val="24"/>
        </w:rPr>
      </w:pPr>
    </w:p>
    <w:p w:rsidR="00C05CBC" w:rsidRDefault="00C05CBC" w:rsidP="00C05CBC">
      <w:pPr>
        <w:rPr>
          <w:szCs w:val="24"/>
        </w:rPr>
      </w:pPr>
      <w:r>
        <w:rPr>
          <w:szCs w:val="24"/>
        </w:rPr>
        <w:t>komisjoni esimees      Merike Eier, pearaamatupidaja</w:t>
      </w:r>
    </w:p>
    <w:p w:rsidR="00C05CBC" w:rsidRDefault="00C05CBC" w:rsidP="00C05CBC">
      <w:pPr>
        <w:rPr>
          <w:szCs w:val="24"/>
        </w:rPr>
      </w:pPr>
      <w:r>
        <w:rPr>
          <w:szCs w:val="24"/>
        </w:rPr>
        <w:t>komisjoni liige           Taimi Nõlvak, vanemraamatupidaja</w:t>
      </w:r>
    </w:p>
    <w:p w:rsidR="00C05CBC" w:rsidRDefault="00C05CBC" w:rsidP="00C05CBC">
      <w:pPr>
        <w:rPr>
          <w:szCs w:val="24"/>
        </w:rPr>
      </w:pPr>
    </w:p>
    <w:p w:rsidR="00C05CBC" w:rsidRDefault="00C05CBC" w:rsidP="00C05CBC">
      <w:pPr>
        <w:rPr>
          <w:szCs w:val="24"/>
        </w:rPr>
      </w:pPr>
      <w:r>
        <w:rPr>
          <w:szCs w:val="24"/>
        </w:rPr>
        <w:t>Inventeeritavate varade eest vastutav isik osaleb tema valduses oleva vara inventeerimise osas selgituse andjana.</w:t>
      </w:r>
    </w:p>
    <w:p w:rsidR="00C05CBC" w:rsidRDefault="00C05CBC" w:rsidP="00C05CBC">
      <w:pPr>
        <w:rPr>
          <w:szCs w:val="24"/>
        </w:rPr>
      </w:pPr>
    </w:p>
    <w:p w:rsidR="00C05CBC" w:rsidRDefault="00C05CBC" w:rsidP="00C05CBC">
      <w:pPr>
        <w:numPr>
          <w:ilvl w:val="0"/>
          <w:numId w:val="3"/>
        </w:numPr>
        <w:rPr>
          <w:szCs w:val="24"/>
        </w:rPr>
      </w:pPr>
      <w:r>
        <w:rPr>
          <w:szCs w:val="24"/>
        </w:rPr>
        <w:t xml:space="preserve">Inventuur viia läbi </w:t>
      </w:r>
      <w:r w:rsidR="003F5BC0">
        <w:rPr>
          <w:szCs w:val="24"/>
        </w:rPr>
        <w:t>21</w:t>
      </w:r>
      <w:r w:rsidRPr="002848F2">
        <w:rPr>
          <w:szCs w:val="24"/>
        </w:rPr>
        <w:t xml:space="preserve">. </w:t>
      </w:r>
      <w:r w:rsidRPr="00D9454C">
        <w:rPr>
          <w:szCs w:val="24"/>
        </w:rPr>
        <w:t>novembril</w:t>
      </w:r>
      <w:r>
        <w:rPr>
          <w:szCs w:val="24"/>
        </w:rPr>
        <w:t xml:space="preserve"> seisuga 31. oktoober 201</w:t>
      </w:r>
      <w:r w:rsidR="007D4A0C">
        <w:rPr>
          <w:szCs w:val="24"/>
        </w:rPr>
        <w:t>9</w:t>
      </w:r>
      <w:r>
        <w:rPr>
          <w:szCs w:val="24"/>
        </w:rPr>
        <w:t>. a.</w:t>
      </w:r>
    </w:p>
    <w:p w:rsidR="00C05CBC" w:rsidRPr="00714717" w:rsidRDefault="00C05CBC" w:rsidP="00C05CBC">
      <w:pPr>
        <w:rPr>
          <w:szCs w:val="24"/>
        </w:rPr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E84383" w:rsidP="00C05CBC">
      <w:pPr>
        <w:jc w:val="both"/>
      </w:pPr>
      <w:r>
        <w:t>Aigar Kallas</w:t>
      </w:r>
    </w:p>
    <w:p w:rsidR="00C05CBC" w:rsidRDefault="00E84383" w:rsidP="00C05CBC">
      <w:r>
        <w:t>Juhatuse esimees</w:t>
      </w: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</w:p>
    <w:p w:rsidR="00C05CBC" w:rsidRDefault="00C05CBC" w:rsidP="00C05CBC">
      <w:pPr>
        <w:jc w:val="both"/>
      </w:pPr>
      <w:r>
        <w:t xml:space="preserve">Jaotuskava: </w:t>
      </w:r>
      <w:r w:rsidR="00E84383">
        <w:t>raamatupidamis</w:t>
      </w:r>
      <w:r>
        <w:t xml:space="preserve">osakond, personaliosakond, õigusosakond, riigihangete osakond, </w:t>
      </w:r>
      <w:r w:rsidR="00E84383">
        <w:t>teabe</w:t>
      </w:r>
      <w:r>
        <w:t xml:space="preserve">haldusosakond, kommunikatsiooniosakond, </w:t>
      </w:r>
      <w:r w:rsidR="00B80939">
        <w:t>juhtimisarvestuse osakond</w:t>
      </w:r>
      <w:r>
        <w:t>, juhatus.</w:t>
      </w:r>
    </w:p>
    <w:p w:rsidR="00C05CBC" w:rsidRDefault="00C05CBC" w:rsidP="00C05CBC"/>
    <w:p w:rsidR="00C05CBC" w:rsidRDefault="00C05CBC" w:rsidP="00C05CBC"/>
    <w:p w:rsidR="00C05CBC" w:rsidRDefault="00C05CBC" w:rsidP="00C05CBC">
      <w:r>
        <w:t>Merike Eier</w:t>
      </w:r>
    </w:p>
    <w:p w:rsidR="00C05CBC" w:rsidRDefault="00C05CBC" w:rsidP="00C05CBC">
      <w:r>
        <w:t>Pearaamatupidaja</w:t>
      </w:r>
    </w:p>
    <w:p w:rsidR="006F580F" w:rsidRPr="00C05CBC" w:rsidRDefault="00DF7C18" w:rsidP="00C05CBC">
      <w:pPr>
        <w:rPr>
          <w:spacing w:val="0"/>
          <w:szCs w:val="24"/>
        </w:rPr>
      </w:pPr>
      <w:r>
        <w:t>0</w:t>
      </w:r>
      <w:r w:rsidR="003F5BC0">
        <w:t>2</w:t>
      </w:r>
      <w:r w:rsidR="00C05CBC" w:rsidRPr="00B929D1">
        <w:t>. oktoober 201</w:t>
      </w:r>
      <w:r w:rsidR="003F5BC0">
        <w:t>9</w:t>
      </w:r>
      <w:r w:rsidR="00C05CBC">
        <w:rPr>
          <w:spacing w:val="0"/>
          <w:szCs w:val="24"/>
        </w:rPr>
        <w:t>. a</w:t>
      </w:r>
    </w:p>
    <w:sectPr w:rsidR="006F580F" w:rsidRPr="00C05CBC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794" w:rsidRDefault="00906794">
      <w:r>
        <w:separator/>
      </w:r>
    </w:p>
  </w:endnote>
  <w:endnote w:type="continuationSeparator" w:id="0">
    <w:p w:rsidR="00906794" w:rsidRDefault="0090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0C" w:rsidRDefault="007D4A0C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0C" w:rsidRDefault="007D4A0C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0C" w:rsidRDefault="007D4A0C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794" w:rsidRDefault="00906794">
      <w:r>
        <w:separator/>
      </w:r>
    </w:p>
  </w:footnote>
  <w:footnote w:type="continuationSeparator" w:id="0">
    <w:p w:rsidR="00906794" w:rsidRDefault="009067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0C" w:rsidRDefault="007D4A0C">
    <w:pPr>
      <w:pStyle w:val="Head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0C" w:rsidRDefault="007D4A0C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0C" w:rsidRDefault="007D4A0C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2">
    <w:nsid w:val="66B86703"/>
    <w:multiLevelType w:val="hybridMultilevel"/>
    <w:tmpl w:val="1FE4CC7A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0F"/>
    <w:rsid w:val="000A3F4E"/>
    <w:rsid w:val="00100BFF"/>
    <w:rsid w:val="00101B04"/>
    <w:rsid w:val="001C5601"/>
    <w:rsid w:val="00250044"/>
    <w:rsid w:val="003F5BC0"/>
    <w:rsid w:val="004E6E61"/>
    <w:rsid w:val="00517A2D"/>
    <w:rsid w:val="00615CD9"/>
    <w:rsid w:val="006D73F2"/>
    <w:rsid w:val="006F580F"/>
    <w:rsid w:val="007126EE"/>
    <w:rsid w:val="007D4A0C"/>
    <w:rsid w:val="008D72A7"/>
    <w:rsid w:val="00906794"/>
    <w:rsid w:val="009A041F"/>
    <w:rsid w:val="00B80939"/>
    <w:rsid w:val="00C0581E"/>
    <w:rsid w:val="00C05CBC"/>
    <w:rsid w:val="00C71861"/>
    <w:rsid w:val="00CA1171"/>
    <w:rsid w:val="00DF7C18"/>
    <w:rsid w:val="00E77C87"/>
    <w:rsid w:val="00E84383"/>
    <w:rsid w:val="00EA3F05"/>
    <w:rsid w:val="00F005A1"/>
    <w:rsid w:val="00F0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C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CBC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pacing w:val="2"/>
      <w:position w:val="6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kern w:val="28"/>
    </w:rPr>
  </w:style>
  <w:style w:type="paragraph" w:styleId="Heading2">
    <w:name w:val="heading 2"/>
    <w:aliases w:val="(sama)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aliases w:val="( sama)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5C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rPr>
      <w:spacing w:val="0"/>
      <w:position w:val="0"/>
      <w:sz w:val="20"/>
    </w:rPr>
  </w:style>
  <w:style w:type="paragraph" w:customStyle="1" w:styleId="Numbering">
    <w:name w:val="Numbering"/>
    <w:basedOn w:val="Normal"/>
    <w:pPr>
      <w:numPr>
        <w:numId w:val="1"/>
      </w:numPr>
    </w:pPr>
  </w:style>
  <w:style w:type="paragraph" w:customStyle="1" w:styleId="Bulleting">
    <w:name w:val="Bulleting."/>
    <w:basedOn w:val="Normal"/>
    <w:pPr>
      <w:numPr>
        <w:numId w:val="2"/>
      </w:numPr>
      <w:tabs>
        <w:tab w:val="clear" w:pos="360"/>
      </w:tabs>
    </w:pPr>
  </w:style>
  <w:style w:type="paragraph" w:styleId="Header">
    <w:name w:val="header"/>
    <w:basedOn w:val="Normal"/>
    <w:semiHidden/>
    <w:pPr>
      <w:jc w:val="center"/>
    </w:pPr>
    <w:rPr>
      <w:spacing w:val="0"/>
      <w:position w:val="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46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693"/>
    <w:rPr>
      <w:rFonts w:ascii="Tahoma" w:hAnsi="Tahoma" w:cs="Tahoma"/>
      <w:spacing w:val="2"/>
      <w:position w:val="6"/>
      <w:sz w:val="16"/>
      <w:szCs w:val="16"/>
      <w:lang w:eastAsia="en-US"/>
    </w:rPr>
  </w:style>
  <w:style w:type="paragraph" w:styleId="BodyText">
    <w:name w:val="Body Text"/>
    <w:basedOn w:val="Normal"/>
    <w:link w:val="BodyTextChar"/>
    <w:rsid w:val="00F04693"/>
    <w:pPr>
      <w:ind w:right="26"/>
      <w:jc w:val="both"/>
    </w:pPr>
    <w:rPr>
      <w:i/>
      <w:iCs/>
      <w:spacing w:val="0"/>
      <w:position w:val="0"/>
      <w:szCs w:val="24"/>
    </w:rPr>
  </w:style>
  <w:style w:type="character" w:customStyle="1" w:styleId="BodyTextChar">
    <w:name w:val="Body Text Char"/>
    <w:basedOn w:val="DefaultParagraphFont"/>
    <w:link w:val="BodyText"/>
    <w:rsid w:val="00F04693"/>
    <w:rPr>
      <w:i/>
      <w:i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F04693"/>
    <w:rPr>
      <w:rFonts w:ascii="Courier New" w:hAnsi="Courier New" w:cs="Courier New"/>
      <w:spacing w:val="0"/>
      <w:position w:val="0"/>
      <w:sz w:val="20"/>
    </w:rPr>
  </w:style>
  <w:style w:type="character" w:customStyle="1" w:styleId="PlainTextChar">
    <w:name w:val="Plain Text Char"/>
    <w:basedOn w:val="DefaultParagraphFont"/>
    <w:link w:val="PlainText"/>
    <w:rsid w:val="00F04693"/>
    <w:rPr>
      <w:rFonts w:ascii="Courier New" w:hAnsi="Courier New" w:cs="Courier New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5CBC"/>
    <w:rPr>
      <w:rFonts w:asciiTheme="majorHAnsi" w:eastAsiaTheme="majorEastAsia" w:hAnsiTheme="majorHAnsi" w:cstheme="majorBidi"/>
      <w:b/>
      <w:bCs/>
      <w:i/>
      <w:iCs/>
      <w:color w:val="4F81BD" w:themeColor="accent1"/>
      <w:spacing w:val="2"/>
      <w:position w:val="6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54A92DB4.dotm</Template>
  <TotalTime>18</TotalTime>
  <Pages>1</Pages>
  <Words>198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1345</CharactersWithSpaces>
  <SharedDoc>false</SharedDoc>
  <HLinks>
    <vt:vector size="6" baseType="variant">
      <vt:variant>
        <vt:i4>1179736</vt:i4>
      </vt:variant>
      <vt:variant>
        <vt:i4>1024</vt:i4>
      </vt:variant>
      <vt:variant>
        <vt:i4>1025</vt:i4>
      </vt:variant>
      <vt:variant>
        <vt:i4>1</vt:i4>
      </vt:variant>
      <vt:variant>
        <vt:lpwstr>G:\Dropbox\MK@DF\KLIENT\RMK dokumendimallid\Muu\tykid\RMK_logo_v.gif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Kristel Eier</dc:creator>
  <dc:description>Ver 4.0, 05.2013</dc:description>
  <cp:lastModifiedBy>Merike Eier</cp:lastModifiedBy>
  <cp:revision>5</cp:revision>
  <cp:lastPrinted>2003-07-14T18:24:00Z</cp:lastPrinted>
  <dcterms:created xsi:type="dcterms:W3CDTF">2019-09-30T07:10:00Z</dcterms:created>
  <dcterms:modified xsi:type="dcterms:W3CDTF">2019-09-30T07:28:00Z</dcterms:modified>
</cp:coreProperties>
</file>